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972CB5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proofErr w:type="spellStart"/>
      <w:r w:rsidR="00CC375B" w:rsidRPr="00CC375B">
        <w:rPr>
          <w:rFonts w:ascii="Times New Roman" w:hAnsi="Times New Roman" w:cs="Times New Roman"/>
          <w:bCs/>
          <w:i/>
          <w:sz w:val="24"/>
          <w:szCs w:val="24"/>
        </w:rPr>
        <w:t>Sidani</w:t>
      </w:r>
      <w:proofErr w:type="spellEnd"/>
      <w:r w:rsidR="00CC375B" w:rsidRPr="00CC375B">
        <w:rPr>
          <w:rFonts w:ascii="Times New Roman" w:hAnsi="Times New Roman" w:cs="Times New Roman"/>
          <w:bCs/>
          <w:i/>
          <w:sz w:val="24"/>
          <w:szCs w:val="24"/>
        </w:rPr>
        <w:t xml:space="preserve"> maaparandussüsteemi ja </w:t>
      </w:r>
      <w:proofErr w:type="spellStart"/>
      <w:r w:rsidR="00CC375B" w:rsidRPr="00CC375B">
        <w:rPr>
          <w:rFonts w:ascii="Times New Roman" w:hAnsi="Times New Roman" w:cs="Times New Roman"/>
          <w:bCs/>
          <w:i/>
          <w:sz w:val="24"/>
          <w:szCs w:val="24"/>
        </w:rPr>
        <w:t>Tõvise</w:t>
      </w:r>
      <w:proofErr w:type="spellEnd"/>
      <w:r w:rsidR="00CC375B" w:rsidRPr="00CC375B">
        <w:rPr>
          <w:rFonts w:ascii="Times New Roman" w:hAnsi="Times New Roman" w:cs="Times New Roman"/>
          <w:bCs/>
          <w:i/>
          <w:sz w:val="24"/>
          <w:szCs w:val="24"/>
        </w:rPr>
        <w:t xml:space="preserve"> tee uuendamine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32802185" w:rsidR="00720E3E" w:rsidRPr="00281267" w:rsidRDefault="00CC375B"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Kobras</w:t>
      </w:r>
      <w:r w:rsidR="006F66C3" w:rsidRPr="006F66C3">
        <w:rPr>
          <w:rFonts w:ascii="Times New Roman" w:eastAsia="Times New Roman" w:hAnsi="Times New Roman" w:cs="Times New Roman"/>
          <w:sz w:val="24"/>
          <w:szCs w:val="24"/>
          <w:lang w:eastAsia="ar-SA"/>
        </w:rPr>
        <w:t xml:space="preserve"> OÜ poolt koostatud „</w:t>
      </w:r>
      <w:proofErr w:type="spellStart"/>
      <w:r w:rsidR="00892EC8" w:rsidRPr="00892EC8">
        <w:rPr>
          <w:rFonts w:ascii="Times New Roman" w:eastAsia="Times New Roman" w:hAnsi="Times New Roman" w:cs="Times New Roman"/>
          <w:sz w:val="24"/>
          <w:szCs w:val="24"/>
          <w:lang w:eastAsia="ar-SA"/>
        </w:rPr>
        <w:t>Sidani</w:t>
      </w:r>
      <w:proofErr w:type="spellEnd"/>
      <w:r w:rsidR="00892EC8" w:rsidRPr="00892EC8">
        <w:rPr>
          <w:rFonts w:ascii="Times New Roman" w:eastAsia="Times New Roman" w:hAnsi="Times New Roman" w:cs="Times New Roman"/>
          <w:sz w:val="24"/>
          <w:szCs w:val="24"/>
          <w:lang w:eastAsia="ar-SA"/>
        </w:rPr>
        <w:t xml:space="preserve"> maaparandussüsteemi</w:t>
      </w:r>
      <w:r w:rsidR="00892EC8">
        <w:rPr>
          <w:rFonts w:ascii="Times New Roman" w:eastAsia="Times New Roman" w:hAnsi="Times New Roman" w:cs="Times New Roman"/>
          <w:sz w:val="24"/>
          <w:szCs w:val="24"/>
          <w:lang w:eastAsia="ar-SA"/>
        </w:rPr>
        <w:t>de</w:t>
      </w:r>
      <w:r w:rsidR="00892EC8" w:rsidRPr="00892EC8">
        <w:rPr>
          <w:rFonts w:ascii="Times New Roman" w:eastAsia="Times New Roman" w:hAnsi="Times New Roman" w:cs="Times New Roman"/>
          <w:sz w:val="24"/>
          <w:szCs w:val="24"/>
          <w:lang w:eastAsia="ar-SA"/>
        </w:rPr>
        <w:t xml:space="preserve"> ja tee uuend</w:t>
      </w:r>
      <w:r w:rsidR="00892EC8">
        <w:rPr>
          <w:rFonts w:ascii="Times New Roman" w:eastAsia="Times New Roman" w:hAnsi="Times New Roman" w:cs="Times New Roman"/>
          <w:sz w:val="24"/>
          <w:szCs w:val="24"/>
          <w:lang w:eastAsia="ar-SA"/>
        </w:rPr>
        <w:t>ustööde kava</w:t>
      </w:r>
      <w:r w:rsidR="006F66C3" w:rsidRPr="006F66C3">
        <w:rPr>
          <w:rFonts w:ascii="Times New Roman" w:eastAsia="Times New Roman" w:hAnsi="Times New Roman" w:cs="Times New Roman"/>
          <w:sz w:val="24"/>
          <w:szCs w:val="24"/>
          <w:lang w:eastAsia="ar-SA"/>
        </w:rPr>
        <w:t xml:space="preserve"> V0</w:t>
      </w:r>
      <w:r w:rsidR="0032652C">
        <w:rPr>
          <w:rFonts w:ascii="Times New Roman" w:eastAsia="Times New Roman" w:hAnsi="Times New Roman" w:cs="Times New Roman"/>
          <w:sz w:val="24"/>
          <w:szCs w:val="24"/>
          <w:lang w:eastAsia="ar-SA"/>
        </w:rPr>
        <w:t>2</w:t>
      </w:r>
      <w:r w:rsidR="001B6DC8">
        <w:rPr>
          <w:rFonts w:ascii="Times New Roman" w:eastAsia="Times New Roman" w:hAnsi="Times New Roman" w:cs="Times New Roman"/>
          <w:sz w:val="24"/>
          <w:szCs w:val="24"/>
          <w:lang w:eastAsia="ar-SA"/>
        </w:rPr>
        <w:t>“</w:t>
      </w:r>
      <w:r w:rsidR="0032652C">
        <w:rPr>
          <w:rFonts w:ascii="Times New Roman" w:eastAsia="Times New Roman" w:hAnsi="Times New Roman" w:cs="Times New Roman"/>
          <w:sz w:val="24"/>
          <w:szCs w:val="24"/>
          <w:lang w:eastAsia="ar-SA"/>
        </w:rPr>
        <w:t xml:space="preserve"> Töö nr </w:t>
      </w:r>
      <w:r w:rsidR="008E0FD9">
        <w:rPr>
          <w:rFonts w:ascii="Times New Roman" w:eastAsia="Times New Roman" w:hAnsi="Times New Roman" w:cs="Times New Roman"/>
          <w:sz w:val="24"/>
          <w:szCs w:val="24"/>
          <w:lang w:eastAsia="ar-SA"/>
        </w:rPr>
        <w:t>20</w:t>
      </w:r>
      <w:r w:rsidR="0032652C">
        <w:rPr>
          <w:rFonts w:ascii="Times New Roman" w:eastAsia="Times New Roman" w:hAnsi="Times New Roman" w:cs="Times New Roman"/>
          <w:sz w:val="24"/>
          <w:szCs w:val="24"/>
          <w:lang w:eastAsia="ar-SA"/>
        </w:rPr>
        <w:t>2</w:t>
      </w:r>
      <w:r w:rsidR="008E0FD9">
        <w:rPr>
          <w:rFonts w:ascii="Times New Roman" w:eastAsia="Times New Roman" w:hAnsi="Times New Roman" w:cs="Times New Roman"/>
          <w:sz w:val="24"/>
          <w:szCs w:val="24"/>
          <w:lang w:eastAsia="ar-SA"/>
        </w:rPr>
        <w:t>3-289</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1BF6E1C"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8E0FD9">
        <w:rPr>
          <w:rFonts w:ascii="Times New Roman" w:hAnsi="Times New Roman" w:cs="Times New Roman"/>
          <w:sz w:val="24"/>
          <w:szCs w:val="24"/>
        </w:rPr>
        <w:t>Jõgeva</w:t>
      </w:r>
      <w:r w:rsidR="00240C3D" w:rsidRPr="002B15FF">
        <w:rPr>
          <w:rFonts w:ascii="Times New Roman" w:hAnsi="Times New Roman" w:cs="Times New Roman"/>
          <w:sz w:val="24"/>
          <w:szCs w:val="24"/>
        </w:rPr>
        <w:t xml:space="preserve"> maakonna</w:t>
      </w:r>
      <w:r w:rsidR="00030A41" w:rsidRPr="00030A41">
        <w:rPr>
          <w:rFonts w:ascii="Times New Roman" w:eastAsia="Times New Roman" w:hAnsi="Times New Roman" w:cs="Times New Roman"/>
          <w:bCs/>
          <w:sz w:val="24"/>
          <w:szCs w:val="24"/>
          <w:lang w:eastAsia="ar-SA"/>
        </w:rPr>
        <w:t xml:space="preserve"> </w:t>
      </w:r>
      <w:proofErr w:type="spellStart"/>
      <w:r w:rsidR="008E0FD9" w:rsidRPr="008E0FD9">
        <w:rPr>
          <w:rFonts w:ascii="Times New Roman" w:eastAsia="Times New Roman" w:hAnsi="Times New Roman" w:cs="Times New Roman"/>
          <w:bCs/>
          <w:sz w:val="24"/>
          <w:szCs w:val="24"/>
          <w:lang w:eastAsia="ar-SA"/>
        </w:rPr>
        <w:t>Sidani</w:t>
      </w:r>
      <w:proofErr w:type="spellEnd"/>
      <w:r w:rsidR="008E0FD9" w:rsidRPr="008E0FD9">
        <w:rPr>
          <w:rFonts w:ascii="Times New Roman" w:eastAsia="Times New Roman" w:hAnsi="Times New Roman" w:cs="Times New Roman"/>
          <w:bCs/>
          <w:sz w:val="24"/>
          <w:szCs w:val="24"/>
          <w:lang w:eastAsia="ar-SA"/>
        </w:rPr>
        <w:t xml:space="preserve"> maaparandussüsteemi ja </w:t>
      </w:r>
      <w:proofErr w:type="spellStart"/>
      <w:r w:rsidR="008E0FD9" w:rsidRPr="008E0FD9">
        <w:rPr>
          <w:rFonts w:ascii="Times New Roman" w:eastAsia="Times New Roman" w:hAnsi="Times New Roman" w:cs="Times New Roman"/>
          <w:bCs/>
          <w:sz w:val="24"/>
          <w:szCs w:val="24"/>
          <w:lang w:eastAsia="ar-SA"/>
        </w:rPr>
        <w:t>Tõvise</w:t>
      </w:r>
      <w:proofErr w:type="spellEnd"/>
      <w:r w:rsidR="008E0FD9" w:rsidRPr="008E0FD9">
        <w:rPr>
          <w:rFonts w:ascii="Times New Roman" w:eastAsia="Times New Roman" w:hAnsi="Times New Roman" w:cs="Times New Roman"/>
          <w:bCs/>
          <w:sz w:val="24"/>
          <w:szCs w:val="24"/>
          <w:lang w:eastAsia="ar-SA"/>
        </w:rPr>
        <w:t xml:space="preserve"> tee uuendamine</w:t>
      </w:r>
      <w:r w:rsidR="001C3239" w:rsidRPr="001C3239">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573C9FB3"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8E0FD9">
        <w:rPr>
          <w:rFonts w:ascii="Times New Roman" w:hAnsi="Times New Roman" w:cs="Times New Roman"/>
          <w:sz w:val="24"/>
          <w:szCs w:val="24"/>
        </w:rPr>
        <w:t>Kobras</w:t>
      </w:r>
      <w:r w:rsidR="008B1467" w:rsidRPr="008B1467">
        <w:rPr>
          <w:rFonts w:ascii="Times New Roman" w:hAnsi="Times New Roman" w:cs="Times New Roman"/>
          <w:sz w:val="24"/>
          <w:szCs w:val="24"/>
        </w:rPr>
        <w:t xml:space="preserve"> OÜ poolt koostatud </w:t>
      </w:r>
      <w:proofErr w:type="spellStart"/>
      <w:r w:rsidR="008E0FD9" w:rsidRPr="008E0FD9">
        <w:rPr>
          <w:rFonts w:ascii="Times New Roman" w:hAnsi="Times New Roman" w:cs="Times New Roman"/>
          <w:sz w:val="24"/>
          <w:szCs w:val="24"/>
        </w:rPr>
        <w:t>Sidani</w:t>
      </w:r>
      <w:proofErr w:type="spellEnd"/>
      <w:r w:rsidR="008E0FD9" w:rsidRPr="008E0FD9">
        <w:rPr>
          <w:rFonts w:ascii="Times New Roman" w:hAnsi="Times New Roman" w:cs="Times New Roman"/>
          <w:sz w:val="24"/>
          <w:szCs w:val="24"/>
        </w:rPr>
        <w:t xml:space="preserve"> maaparandussüsteemi ja </w:t>
      </w:r>
      <w:proofErr w:type="spellStart"/>
      <w:r w:rsidR="008E0FD9" w:rsidRPr="008E0FD9">
        <w:rPr>
          <w:rFonts w:ascii="Times New Roman" w:hAnsi="Times New Roman" w:cs="Times New Roman"/>
          <w:sz w:val="24"/>
          <w:szCs w:val="24"/>
        </w:rPr>
        <w:t>Tõvise</w:t>
      </w:r>
      <w:proofErr w:type="spellEnd"/>
      <w:r w:rsidR="008E0FD9" w:rsidRPr="008E0FD9">
        <w:rPr>
          <w:rFonts w:ascii="Times New Roman" w:hAnsi="Times New Roman" w:cs="Times New Roman"/>
          <w:sz w:val="24"/>
          <w:szCs w:val="24"/>
        </w:rPr>
        <w:t xml:space="preserve"> tee uuendami</w:t>
      </w:r>
      <w:r w:rsidR="008E0FD9">
        <w:rPr>
          <w:rFonts w:ascii="Times New Roman" w:hAnsi="Times New Roman" w:cs="Times New Roman"/>
          <w:sz w:val="24"/>
          <w:szCs w:val="24"/>
        </w:rPr>
        <w:t>s</w:t>
      </w:r>
      <w:r w:rsidR="001115C6">
        <w:rPr>
          <w:rFonts w:ascii="Times New Roman" w:hAnsi="Times New Roman" w:cs="Times New Roman"/>
          <w:sz w:val="24"/>
          <w:szCs w:val="24"/>
        </w:rPr>
        <w:t>kava</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99066F"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w:t>
      </w:r>
      <w:r w:rsidRPr="00A3396F">
        <w:rPr>
          <w:rFonts w:ascii="Times New Roman" w:hAnsi="Times New Roman" w:cs="Times New Roman"/>
          <w:sz w:val="24"/>
          <w:szCs w:val="24"/>
        </w:rPr>
        <w:t xml:space="preserve">andmed </w:t>
      </w:r>
      <w:r w:rsidR="00003744" w:rsidRPr="00A3396F">
        <w:rPr>
          <w:rFonts w:ascii="Times New Roman" w:hAnsi="Times New Roman" w:cs="Times New Roman"/>
          <w:sz w:val="24"/>
          <w:szCs w:val="24"/>
        </w:rPr>
        <w:t>lepingu selle osa suuruse ja iseloomu kohta, mille suhtes</w:t>
      </w:r>
      <w:r w:rsidRPr="00A3396F">
        <w:rPr>
          <w:rFonts w:ascii="Times New Roman" w:hAnsi="Times New Roman" w:cs="Times New Roman"/>
          <w:sz w:val="24"/>
          <w:szCs w:val="24"/>
        </w:rPr>
        <w:t xml:space="preserve"> ta kavatseb ta sõlmida </w:t>
      </w:r>
      <w:proofErr w:type="spellStart"/>
      <w:r w:rsidRPr="00A3396F">
        <w:rPr>
          <w:rFonts w:ascii="Times New Roman" w:hAnsi="Times New Roman" w:cs="Times New Roman"/>
          <w:sz w:val="24"/>
          <w:szCs w:val="24"/>
        </w:rPr>
        <w:t>alltöövõtu</w:t>
      </w:r>
      <w:r w:rsidR="00003744" w:rsidRPr="00A3396F">
        <w:rPr>
          <w:rFonts w:ascii="Times New Roman" w:hAnsi="Times New Roman" w:cs="Times New Roman"/>
          <w:sz w:val="24"/>
          <w:szCs w:val="24"/>
        </w:rPr>
        <w:t>lepinguid</w:t>
      </w:r>
      <w:proofErr w:type="spellEnd"/>
      <w:r w:rsidR="00003744" w:rsidRPr="00A3396F">
        <w:rPr>
          <w:rFonts w:ascii="Times New Roman" w:hAnsi="Times New Roman" w:cs="Times New Roman"/>
          <w:sz w:val="24"/>
          <w:szCs w:val="24"/>
        </w:rPr>
        <w:t xml:space="preserve"> koos kavandatavate alltöövõtjate nimede, kontaktandmed ja teabega nende </w:t>
      </w:r>
      <w:r w:rsidR="00003744" w:rsidRPr="0099066F">
        <w:rPr>
          <w:rFonts w:ascii="Times New Roman" w:hAnsi="Times New Roman" w:cs="Times New Roman"/>
          <w:sz w:val="24"/>
          <w:szCs w:val="24"/>
        </w:rPr>
        <w:t>seaduslike esindajate kohta;</w:t>
      </w:r>
    </w:p>
    <w:p w14:paraId="3A9201DF" w14:textId="0111C9C5" w:rsidR="002551B0" w:rsidRPr="00514FBA" w:rsidRDefault="008A2313" w:rsidP="008E6590">
      <w:pPr>
        <w:pStyle w:val="Pealkiri31"/>
        <w:tabs>
          <w:tab w:val="left" w:pos="709"/>
        </w:tabs>
        <w:spacing w:after="0" w:line="240" w:lineRule="auto"/>
        <w:ind w:left="0" w:firstLine="0"/>
        <w:jc w:val="both"/>
        <w:rPr>
          <w:rStyle w:val="normal1"/>
          <w:rFonts w:cs="Times New Roman"/>
          <w:szCs w:val="24"/>
        </w:rPr>
      </w:pPr>
      <w:r w:rsidRPr="0099066F">
        <w:rPr>
          <w:rFonts w:ascii="Times New Roman" w:hAnsi="Times New Roman" w:cs="Times New Roman"/>
          <w:sz w:val="24"/>
          <w:szCs w:val="24"/>
        </w:rPr>
        <w:t xml:space="preserve">kinni </w:t>
      </w:r>
      <w:r w:rsidRPr="00514FBA">
        <w:rPr>
          <w:rFonts w:ascii="Times New Roman" w:hAnsi="Times New Roman" w:cs="Times New Roman"/>
          <w:sz w:val="24"/>
          <w:szCs w:val="24"/>
        </w:rPr>
        <w:t>pidama tööde teostamisel t</w:t>
      </w:r>
      <w:r w:rsidR="00705773" w:rsidRPr="00514FBA">
        <w:rPr>
          <w:rFonts w:ascii="Times New Roman" w:hAnsi="Times New Roman" w:cs="Times New Roman"/>
          <w:sz w:val="24"/>
          <w:szCs w:val="24"/>
        </w:rPr>
        <w:t>ellija poolt ke</w:t>
      </w:r>
      <w:r w:rsidR="00845209" w:rsidRPr="00514FBA">
        <w:rPr>
          <w:rFonts w:ascii="Times New Roman" w:hAnsi="Times New Roman" w:cs="Times New Roman"/>
          <w:sz w:val="24"/>
          <w:szCs w:val="24"/>
        </w:rPr>
        <w:t>htestatud keskkonnaalastest käitumisju</w:t>
      </w:r>
      <w:r w:rsidR="00705773" w:rsidRPr="00514FBA">
        <w:rPr>
          <w:rFonts w:ascii="Times New Roman" w:hAnsi="Times New Roman" w:cs="Times New Roman"/>
          <w:sz w:val="24"/>
          <w:szCs w:val="24"/>
        </w:rPr>
        <w:t xml:space="preserve">histest ja projektis esitatud </w:t>
      </w:r>
      <w:r w:rsidR="002747CE" w:rsidRPr="00514FBA">
        <w:rPr>
          <w:rFonts w:ascii="Times New Roman" w:hAnsi="Times New Roman" w:cs="Times New Roman"/>
          <w:sz w:val="24"/>
          <w:szCs w:val="24"/>
        </w:rPr>
        <w:t>ehitus</w:t>
      </w:r>
      <w:r w:rsidR="00705773" w:rsidRPr="00514FBA">
        <w:rPr>
          <w:rFonts w:ascii="Times New Roman" w:hAnsi="Times New Roman" w:cs="Times New Roman"/>
          <w:sz w:val="24"/>
          <w:szCs w:val="24"/>
        </w:rPr>
        <w:t>objekti omapära arvestavaid nõudeid</w:t>
      </w:r>
      <w:r w:rsidR="00003744" w:rsidRPr="00514FBA">
        <w:rPr>
          <w:rStyle w:val="normal1"/>
          <w:rFonts w:cs="Times New Roman"/>
          <w:szCs w:val="24"/>
        </w:rPr>
        <w:t xml:space="preserve">. </w:t>
      </w:r>
      <w:r w:rsidR="002551B0" w:rsidRPr="00514FBA">
        <w:rPr>
          <w:rStyle w:val="normal1"/>
          <w:rFonts w:cs="Times New Roman"/>
          <w:szCs w:val="24"/>
        </w:rPr>
        <w:t xml:space="preserve">Jälgima </w:t>
      </w:r>
      <w:r w:rsidR="002551B0" w:rsidRPr="00514FBA">
        <w:rPr>
          <w:rFonts w:ascii="Times New Roman" w:eastAsia="Times New Roman" w:hAnsi="Times New Roman" w:cs="Times New Roman"/>
          <w:sz w:val="24"/>
          <w:szCs w:val="24"/>
        </w:rPr>
        <w:t>ehitusprojekti</w:t>
      </w:r>
      <w:r w:rsidR="00CA10F9" w:rsidRPr="00514FBA">
        <w:rPr>
          <w:rFonts w:ascii="Times New Roman" w:eastAsia="Times New Roman" w:hAnsi="Times New Roman" w:cs="Times New Roman"/>
          <w:sz w:val="24"/>
          <w:szCs w:val="24"/>
        </w:rPr>
        <w:t>des</w:t>
      </w:r>
      <w:r w:rsidR="002551B0" w:rsidRPr="00514FBA">
        <w:rPr>
          <w:rFonts w:ascii="Times New Roman" w:eastAsia="Times New Roman" w:hAnsi="Times New Roman" w:cs="Times New Roman"/>
          <w:sz w:val="24"/>
          <w:szCs w:val="24"/>
        </w:rPr>
        <w:t xml:space="preserve"> </w:t>
      </w:r>
      <w:r w:rsidR="002C4814" w:rsidRPr="00514FBA">
        <w:rPr>
          <w:rFonts w:ascii="Times New Roman" w:eastAsia="Times New Roman" w:hAnsi="Times New Roman" w:cs="Times New Roman"/>
          <w:sz w:val="24"/>
          <w:szCs w:val="24"/>
        </w:rPr>
        <w:t xml:space="preserve">Keskkonnakaitse </w:t>
      </w:r>
      <w:r w:rsidR="00F60609" w:rsidRPr="00514FBA">
        <w:rPr>
          <w:rFonts w:ascii="Times New Roman" w:eastAsia="Times New Roman" w:hAnsi="Times New Roman" w:cs="Times New Roman"/>
          <w:sz w:val="24"/>
          <w:szCs w:val="24"/>
        </w:rPr>
        <w:t>peatükk</w:t>
      </w:r>
      <w:r w:rsidR="00A2018D" w:rsidRPr="00514FBA">
        <w:rPr>
          <w:rFonts w:ascii="Times New Roman" w:eastAsia="Times New Roman" w:hAnsi="Times New Roman" w:cs="Times New Roman"/>
          <w:sz w:val="24"/>
          <w:szCs w:val="24"/>
        </w:rPr>
        <w:t>is</w:t>
      </w:r>
      <w:r w:rsidR="00E41A68" w:rsidRPr="00514FBA">
        <w:rPr>
          <w:rFonts w:ascii="Times New Roman" w:eastAsia="Times New Roman" w:hAnsi="Times New Roman" w:cs="Times New Roman"/>
          <w:sz w:val="24"/>
          <w:szCs w:val="24"/>
        </w:rPr>
        <w:t xml:space="preserve"> </w:t>
      </w:r>
      <w:r w:rsidR="00D2709C" w:rsidRPr="00514FBA">
        <w:rPr>
          <w:rFonts w:ascii="Times New Roman" w:eastAsia="Times New Roman" w:hAnsi="Times New Roman" w:cs="Times New Roman"/>
          <w:sz w:val="24"/>
          <w:szCs w:val="24"/>
        </w:rPr>
        <w:t>8</w:t>
      </w:r>
      <w:r w:rsidR="00E41A68" w:rsidRPr="00514FBA">
        <w:rPr>
          <w:rFonts w:ascii="Times New Roman" w:eastAsia="Times New Roman" w:hAnsi="Times New Roman" w:cs="Times New Roman"/>
          <w:sz w:val="24"/>
          <w:szCs w:val="24"/>
        </w:rPr>
        <w:t>. (</w:t>
      </w:r>
      <w:r w:rsidR="00CF43DF" w:rsidRPr="00514FBA">
        <w:rPr>
          <w:rFonts w:ascii="Times New Roman" w:eastAsia="Times New Roman" w:hAnsi="Times New Roman" w:cs="Times New Roman"/>
          <w:sz w:val="24"/>
          <w:szCs w:val="24"/>
        </w:rPr>
        <w:t xml:space="preserve">lk </w:t>
      </w:r>
      <w:r w:rsidR="004B1979" w:rsidRPr="00514FBA">
        <w:rPr>
          <w:rFonts w:ascii="Times New Roman" w:eastAsia="Times New Roman" w:hAnsi="Times New Roman" w:cs="Times New Roman"/>
          <w:sz w:val="24"/>
          <w:szCs w:val="24"/>
        </w:rPr>
        <w:t>33</w:t>
      </w:r>
      <w:r w:rsidR="00CF43DF" w:rsidRPr="00514FBA">
        <w:rPr>
          <w:rFonts w:ascii="Times New Roman" w:eastAsia="Times New Roman" w:hAnsi="Times New Roman" w:cs="Times New Roman"/>
          <w:sz w:val="24"/>
          <w:szCs w:val="24"/>
        </w:rPr>
        <w:t>-</w:t>
      </w:r>
      <w:r w:rsidR="00514FBA" w:rsidRPr="00514FBA">
        <w:rPr>
          <w:rFonts w:ascii="Times New Roman" w:eastAsia="Times New Roman" w:hAnsi="Times New Roman" w:cs="Times New Roman"/>
          <w:sz w:val="24"/>
          <w:szCs w:val="24"/>
        </w:rPr>
        <w:t>35</w:t>
      </w:r>
      <w:r w:rsidR="00CF43DF" w:rsidRPr="00514FBA">
        <w:rPr>
          <w:rFonts w:ascii="Times New Roman" w:eastAsia="Times New Roman" w:hAnsi="Times New Roman" w:cs="Times New Roman"/>
          <w:sz w:val="24"/>
          <w:szCs w:val="24"/>
        </w:rPr>
        <w:t>)</w:t>
      </w:r>
      <w:r w:rsidR="00F60609" w:rsidRPr="00514FBA">
        <w:rPr>
          <w:rFonts w:ascii="Times New Roman" w:eastAsia="Times New Roman" w:hAnsi="Times New Roman" w:cs="Times New Roman"/>
          <w:sz w:val="24"/>
          <w:szCs w:val="24"/>
        </w:rPr>
        <w:t xml:space="preserve"> </w:t>
      </w:r>
      <w:r w:rsidR="002551B0" w:rsidRPr="00514FBA">
        <w:rPr>
          <w:rFonts w:ascii="Times New Roman" w:eastAsia="Times New Roman" w:hAnsi="Times New Roman" w:cs="Times New Roman"/>
          <w:sz w:val="24"/>
          <w:szCs w:val="24"/>
        </w:rPr>
        <w:t>ning</w:t>
      </w:r>
      <w:r w:rsidR="002551B0" w:rsidRPr="00514FBA">
        <w:rPr>
          <w:rStyle w:val="normal1"/>
          <w:rFonts w:cs="Times New Roman"/>
          <w:szCs w:val="24"/>
        </w:rPr>
        <w:t xml:space="preserve"> tellija poolt koostatud keskkonnaanalüüsis toodut.</w:t>
      </w:r>
    </w:p>
    <w:p w14:paraId="3D90B6DB" w14:textId="34E82141" w:rsidR="00EC3F1A" w:rsidRPr="001115C6" w:rsidRDefault="00412863" w:rsidP="00B9228A">
      <w:pPr>
        <w:pStyle w:val="Pealkiri11"/>
        <w:numPr>
          <w:ilvl w:val="0"/>
          <w:numId w:val="0"/>
        </w:numPr>
        <w:tabs>
          <w:tab w:val="left" w:pos="284"/>
        </w:tabs>
        <w:spacing w:after="0" w:line="240" w:lineRule="auto"/>
        <w:jc w:val="both"/>
        <w:rPr>
          <w:rStyle w:val="normal1"/>
          <w:rFonts w:cs="Times New Roman"/>
          <w:i/>
          <w:iCs/>
          <w:szCs w:val="24"/>
          <w:highlight w:val="yellow"/>
        </w:rPr>
      </w:pPr>
      <w:proofErr w:type="spellStart"/>
      <w:r>
        <w:rPr>
          <w:rStyle w:val="normal1"/>
          <w:rFonts w:cs="Times New Roman"/>
          <w:i/>
          <w:iCs/>
          <w:szCs w:val="24"/>
        </w:rPr>
        <w:t>Sidani</w:t>
      </w:r>
      <w:proofErr w:type="spellEnd"/>
      <w:r>
        <w:rPr>
          <w:rStyle w:val="normal1"/>
          <w:rFonts w:cs="Times New Roman"/>
          <w:i/>
          <w:iCs/>
          <w:szCs w:val="24"/>
        </w:rPr>
        <w:t xml:space="preserve"> maaparandussüsteemi uuendatava ala </w:t>
      </w:r>
      <w:r w:rsidR="00B9228A" w:rsidRPr="00B9228A">
        <w:rPr>
          <w:rStyle w:val="normal1"/>
          <w:rFonts w:cs="Times New Roman"/>
          <w:i/>
          <w:iCs/>
          <w:szCs w:val="24"/>
        </w:rPr>
        <w:t xml:space="preserve">lähedale jääb Avijõe hoiuala, mis on arvatud Natura 2000 võrgustikku Avijõe loodusalana. Tööde piirkonnast umbes 600-800 m kaugusel lõunas on </w:t>
      </w:r>
      <w:proofErr w:type="spellStart"/>
      <w:r w:rsidR="00B9228A" w:rsidRPr="00B9228A">
        <w:rPr>
          <w:rStyle w:val="normal1"/>
          <w:rFonts w:cs="Times New Roman"/>
          <w:i/>
          <w:iCs/>
          <w:szCs w:val="24"/>
        </w:rPr>
        <w:t>Sahmeni</w:t>
      </w:r>
      <w:proofErr w:type="spellEnd"/>
      <w:r w:rsidR="00B9228A" w:rsidRPr="00B9228A">
        <w:rPr>
          <w:rStyle w:val="normal1"/>
          <w:rFonts w:cs="Times New Roman"/>
          <w:i/>
          <w:iCs/>
          <w:szCs w:val="24"/>
        </w:rPr>
        <w:t xml:space="preserve"> hoiuala, mis kuulub Natura 2000 võrgustikku </w:t>
      </w:r>
      <w:proofErr w:type="spellStart"/>
      <w:r w:rsidR="00B9228A" w:rsidRPr="00B9228A">
        <w:rPr>
          <w:rStyle w:val="normal1"/>
          <w:rFonts w:cs="Times New Roman"/>
          <w:i/>
          <w:iCs/>
          <w:szCs w:val="24"/>
        </w:rPr>
        <w:t>Sahmeni</w:t>
      </w:r>
      <w:proofErr w:type="spellEnd"/>
      <w:r w:rsidR="00B9228A" w:rsidRPr="00B9228A">
        <w:rPr>
          <w:rStyle w:val="normal1"/>
          <w:rFonts w:cs="Times New Roman"/>
          <w:i/>
          <w:iCs/>
          <w:szCs w:val="24"/>
        </w:rPr>
        <w:t xml:space="preserve"> loodusalana. Objekt piirneb Tudulinna raba metsise püsielupaiga piiranguvööndiga. Sihtkaitsevöönd (Tudulinna raba metsisemäng) jääb umbes 1 km kaugusele. Uuendatav ala piirneb II kaitsekategooria liigi (metsis) leiukohaga.  Objekti lähedale jääb Lohusuu kalakotka püsielupaik, mille ümber on määratud I kategooria liigi kalakotka (</w:t>
      </w:r>
      <w:proofErr w:type="spellStart"/>
      <w:r w:rsidR="00B9228A" w:rsidRPr="00B9228A">
        <w:rPr>
          <w:rStyle w:val="normal1"/>
          <w:rFonts w:cs="Times New Roman"/>
          <w:i/>
          <w:iCs/>
          <w:szCs w:val="24"/>
        </w:rPr>
        <w:t>Pandion</w:t>
      </w:r>
      <w:proofErr w:type="spellEnd"/>
      <w:r w:rsidR="00B9228A" w:rsidRPr="00B9228A">
        <w:rPr>
          <w:rStyle w:val="normal1"/>
          <w:rFonts w:cs="Times New Roman"/>
          <w:i/>
          <w:iCs/>
          <w:szCs w:val="24"/>
        </w:rPr>
        <w:t xml:space="preserve"> haliaetus) elupaik, mis piirneb uuendatava alaga. Püsielupaigas kehtib sihtkaitsevööndi kaitsekord. Objekti piiresse jääb mitu </w:t>
      </w:r>
      <w:proofErr w:type="spellStart"/>
      <w:r w:rsidR="00B9228A" w:rsidRPr="00B9228A">
        <w:rPr>
          <w:rStyle w:val="normal1"/>
          <w:rFonts w:cs="Times New Roman"/>
          <w:i/>
          <w:iCs/>
          <w:szCs w:val="24"/>
        </w:rPr>
        <w:t>vääriselupaika</w:t>
      </w:r>
      <w:proofErr w:type="spellEnd"/>
      <w:r w:rsidR="00A87638">
        <w:rPr>
          <w:rStyle w:val="normal1"/>
          <w:rFonts w:cs="Times New Roman"/>
          <w:i/>
          <w:iCs/>
          <w:szCs w:val="24"/>
        </w:rPr>
        <w:t>.</w:t>
      </w:r>
    </w:p>
    <w:p w14:paraId="77AAC424" w14:textId="77777777" w:rsidR="00705773" w:rsidRPr="0099066F"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99066F">
        <w:rPr>
          <w:rFonts w:ascii="Times New Roman" w:hAnsi="Times New Roman" w:cs="Times New Roman"/>
          <w:sz w:val="24"/>
          <w:szCs w:val="24"/>
        </w:rPr>
        <w:t>teostama t</w:t>
      </w:r>
      <w:r w:rsidR="00705773" w:rsidRPr="0099066F">
        <w:rPr>
          <w:rFonts w:ascii="Times New Roman" w:hAnsi="Times New Roman" w:cs="Times New Roman"/>
          <w:sz w:val="24"/>
          <w:szCs w:val="24"/>
        </w:rPr>
        <w:t xml:space="preserve">ööd, s.h projekti muutmisest </w:t>
      </w:r>
      <w:r w:rsidRPr="0099066F">
        <w:rPr>
          <w:rFonts w:ascii="Times New Roman" w:hAnsi="Times New Roman" w:cs="Times New Roman"/>
          <w:sz w:val="24"/>
          <w:szCs w:val="24"/>
        </w:rPr>
        <w:t>tulenevad lisatööd, p</w:t>
      </w:r>
      <w:r w:rsidR="00705773" w:rsidRPr="0099066F">
        <w:rPr>
          <w:rFonts w:ascii="Times New Roman" w:hAnsi="Times New Roman" w:cs="Times New Roman"/>
          <w:sz w:val="24"/>
          <w:szCs w:val="24"/>
        </w:rPr>
        <w:t>akkumises toodud hindadega, tähtaegselt ja k</w:t>
      </w:r>
      <w:r w:rsidRPr="0099066F">
        <w:rPr>
          <w:rFonts w:ascii="Times New Roman" w:hAnsi="Times New Roman" w:cs="Times New Roman"/>
          <w:sz w:val="24"/>
          <w:szCs w:val="24"/>
        </w:rPr>
        <w:t>valiteetselt ning informeerima t</w:t>
      </w:r>
      <w:r w:rsidR="00705773" w:rsidRPr="0099066F">
        <w:rPr>
          <w:rFonts w:ascii="Times New Roman" w:hAnsi="Times New Roman" w:cs="Times New Roman"/>
          <w:sz w:val="24"/>
          <w:szCs w:val="24"/>
        </w:rPr>
        <w:t>ellijat tööde või lisatööde hili</w:t>
      </w:r>
      <w:r w:rsidR="00705773" w:rsidRPr="0099066F">
        <w:rPr>
          <w:rFonts w:ascii="Times New Roman" w:hAnsi="Times New Roman" w:cs="Times New Roman"/>
          <w:sz w:val="24"/>
          <w:szCs w:val="24"/>
        </w:rPr>
        <w:softHyphen/>
        <w:t>ne</w:t>
      </w:r>
      <w:r w:rsidR="00705773" w:rsidRPr="0099066F">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3396F">
        <w:rPr>
          <w:rFonts w:ascii="Times New Roman" w:hAnsi="Times New Roman" w:cs="Times New Roman"/>
          <w:sz w:val="24"/>
          <w:szCs w:val="24"/>
        </w:rPr>
        <w:t>järgima seaduste, eelkõige metsaseaduse, päästeseaduse ning töötervishoiu ja tööohutuse seaduse, samuti nende alusel antud õigusaktide norme ja tegema</w:t>
      </w:r>
      <w:r w:rsidRPr="00C87FB5">
        <w:rPr>
          <w:rFonts w:ascii="Times New Roman" w:hAnsi="Times New Roman" w:cs="Times New Roman"/>
          <w:sz w:val="24"/>
          <w:szCs w:val="24"/>
        </w:rPr>
        <w:t xml:space="preserve">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lastRenderedPageBreak/>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lastRenderedPageBreak/>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B351B6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15C6">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43AE564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15C6">
        <w:rPr>
          <w:rFonts w:ascii="Times New Roman" w:hAnsi="Times New Roman" w:cs="Times New Roman"/>
          <w:sz w:val="24"/>
          <w:szCs w:val="24"/>
        </w:rPr>
        <w:t>Tellija</w:t>
      </w:r>
      <w:r w:rsidR="0087052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1DE6D3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453869" w:rsidRPr="00453869">
        <w:rPr>
          <w:rFonts w:ascii="Times New Roman" w:eastAsia="Times New Roman" w:hAnsi="Times New Roman" w:cs="Times New Roman"/>
          <w:sz w:val="24"/>
          <w:szCs w:val="24"/>
        </w:rPr>
        <w:t xml:space="preserve">Maie Rummel, tel: 514 0460; e-post </w:t>
      </w:r>
      <w:hyperlink r:id="rId9" w:history="1">
        <w:r w:rsidR="00453869" w:rsidRPr="00A21F96">
          <w:rPr>
            <w:rStyle w:val="Hperlink"/>
            <w:rFonts w:ascii="Times New Roman" w:eastAsia="Times New Roman" w:hAnsi="Times New Roman" w:cs="Times New Roman"/>
            <w:sz w:val="24"/>
            <w:szCs w:val="24"/>
          </w:rPr>
          <w:t>maie.rummel@rmk.ee</w:t>
        </w:r>
      </w:hyperlink>
      <w:r w:rsidR="00AD14DD">
        <w:rPr>
          <w:rFonts w:ascii="Times New Roman" w:eastAsia="Times New Roman" w:hAnsi="Times New Roman" w:cs="Times New Roman"/>
          <w:sz w:val="24"/>
          <w:szCs w:val="24"/>
        </w:rPr>
        <w:t>.</w:t>
      </w:r>
      <w:r w:rsidR="00453869">
        <w:rPr>
          <w:rFonts w:ascii="Times New Roman" w:eastAsia="Times New Roman" w:hAnsi="Times New Roman" w:cs="Times New Roman"/>
          <w:sz w:val="24"/>
          <w:szCs w:val="24"/>
        </w:rPr>
        <w:t xml:space="preserve"> </w:t>
      </w:r>
      <w:r w:rsidR="00C8219E">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0DABDF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8219E">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E97EF7"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E97EF7"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E97EF7"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E97EF7"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E97EF7"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E97EF7"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E97EF7"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E97EF7"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E97EF7"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E97EF7"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034FDF" w14:textId="77777777" w:rsidR="00D4411D" w:rsidRDefault="00D4411D" w:rsidP="00705773">
      <w:pPr>
        <w:spacing w:after="0" w:line="240" w:lineRule="auto"/>
      </w:pPr>
      <w:r>
        <w:separator/>
      </w:r>
    </w:p>
  </w:endnote>
  <w:endnote w:type="continuationSeparator" w:id="0">
    <w:p w14:paraId="4C4E826B" w14:textId="77777777" w:rsidR="00D4411D" w:rsidRDefault="00D4411D"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93696" w14:textId="77777777" w:rsidR="00D4411D" w:rsidRDefault="00D4411D" w:rsidP="00705773">
      <w:pPr>
        <w:spacing w:after="0" w:line="240" w:lineRule="auto"/>
      </w:pPr>
      <w:r>
        <w:separator/>
      </w:r>
    </w:p>
  </w:footnote>
  <w:footnote w:type="continuationSeparator" w:id="0">
    <w:p w14:paraId="71191829" w14:textId="77777777" w:rsidR="00D4411D" w:rsidRDefault="00D4411D"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8801"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5FEE01E2"/>
    <w:multiLevelType w:val="hybridMultilevel"/>
    <w:tmpl w:val="473C25F4"/>
    <w:lvl w:ilvl="0" w:tplc="0425000F">
      <w:start w:val="1"/>
      <w:numFmt w:val="decimal"/>
      <w:lvlText w:val="%1."/>
      <w:lvlJc w:val="left"/>
      <w:pPr>
        <w:ind w:left="644" w:hanging="360"/>
      </w:pPr>
      <w:rPr>
        <w:rFonts w:hint="default"/>
      </w:rPr>
    </w:lvl>
    <w:lvl w:ilvl="1" w:tplc="04250019" w:tentative="1">
      <w:start w:val="1"/>
      <w:numFmt w:val="lowerLetter"/>
      <w:lvlText w:val="%2."/>
      <w:lvlJc w:val="left"/>
      <w:pPr>
        <w:ind w:left="1364" w:hanging="360"/>
      </w:pPr>
    </w:lvl>
    <w:lvl w:ilvl="2" w:tplc="0425001B" w:tentative="1">
      <w:start w:val="1"/>
      <w:numFmt w:val="lowerRoman"/>
      <w:lvlText w:val="%3."/>
      <w:lvlJc w:val="right"/>
      <w:pPr>
        <w:ind w:left="2084" w:hanging="180"/>
      </w:pPr>
    </w:lvl>
    <w:lvl w:ilvl="3" w:tplc="0425000F" w:tentative="1">
      <w:start w:val="1"/>
      <w:numFmt w:val="decimal"/>
      <w:lvlText w:val="%4."/>
      <w:lvlJc w:val="left"/>
      <w:pPr>
        <w:ind w:left="2804" w:hanging="360"/>
      </w:pPr>
    </w:lvl>
    <w:lvl w:ilvl="4" w:tplc="04250019" w:tentative="1">
      <w:start w:val="1"/>
      <w:numFmt w:val="lowerLetter"/>
      <w:lvlText w:val="%5."/>
      <w:lvlJc w:val="left"/>
      <w:pPr>
        <w:ind w:left="3524" w:hanging="360"/>
      </w:pPr>
    </w:lvl>
    <w:lvl w:ilvl="5" w:tplc="0425001B" w:tentative="1">
      <w:start w:val="1"/>
      <w:numFmt w:val="lowerRoman"/>
      <w:lvlText w:val="%6."/>
      <w:lvlJc w:val="right"/>
      <w:pPr>
        <w:ind w:left="4244" w:hanging="180"/>
      </w:pPr>
    </w:lvl>
    <w:lvl w:ilvl="6" w:tplc="0425000F" w:tentative="1">
      <w:start w:val="1"/>
      <w:numFmt w:val="decimal"/>
      <w:lvlText w:val="%7."/>
      <w:lvlJc w:val="left"/>
      <w:pPr>
        <w:ind w:left="4964" w:hanging="360"/>
      </w:pPr>
    </w:lvl>
    <w:lvl w:ilvl="7" w:tplc="04250019" w:tentative="1">
      <w:start w:val="1"/>
      <w:numFmt w:val="lowerLetter"/>
      <w:lvlText w:val="%8."/>
      <w:lvlJc w:val="left"/>
      <w:pPr>
        <w:ind w:left="5684" w:hanging="360"/>
      </w:pPr>
    </w:lvl>
    <w:lvl w:ilvl="8" w:tplc="0425001B" w:tentative="1">
      <w:start w:val="1"/>
      <w:numFmt w:val="lowerRoman"/>
      <w:lvlText w:val="%9."/>
      <w:lvlJc w:val="right"/>
      <w:pPr>
        <w:ind w:left="6404" w:hanging="180"/>
      </w:p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5"/>
  </w:num>
  <w:num w:numId="7" w16cid:durableId="1027415269">
    <w:abstractNumId w:val="14"/>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14441113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5913"/>
    <w:rsid w:val="00005CCC"/>
    <w:rsid w:val="0000651D"/>
    <w:rsid w:val="00006836"/>
    <w:rsid w:val="00006B0D"/>
    <w:rsid w:val="000156B6"/>
    <w:rsid w:val="00015C2C"/>
    <w:rsid w:val="00016CFA"/>
    <w:rsid w:val="00030A41"/>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1B15"/>
    <w:rsid w:val="000C23AF"/>
    <w:rsid w:val="000C259E"/>
    <w:rsid w:val="000C2AE1"/>
    <w:rsid w:val="000C3743"/>
    <w:rsid w:val="000C412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15C6"/>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265AA"/>
    <w:rsid w:val="00230643"/>
    <w:rsid w:val="00232ACD"/>
    <w:rsid w:val="00233204"/>
    <w:rsid w:val="002359EE"/>
    <w:rsid w:val="00237467"/>
    <w:rsid w:val="0023764E"/>
    <w:rsid w:val="00240C3D"/>
    <w:rsid w:val="00245FE2"/>
    <w:rsid w:val="00246934"/>
    <w:rsid w:val="002521D6"/>
    <w:rsid w:val="00253573"/>
    <w:rsid w:val="00254AAD"/>
    <w:rsid w:val="00254EB6"/>
    <w:rsid w:val="002551B0"/>
    <w:rsid w:val="0026144E"/>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B6C3B"/>
    <w:rsid w:val="002C4814"/>
    <w:rsid w:val="002C6717"/>
    <w:rsid w:val="002C6FEC"/>
    <w:rsid w:val="002D00AD"/>
    <w:rsid w:val="002D1BF4"/>
    <w:rsid w:val="002D2977"/>
    <w:rsid w:val="002D5B5B"/>
    <w:rsid w:val="002D615A"/>
    <w:rsid w:val="002D6DA5"/>
    <w:rsid w:val="002E3A98"/>
    <w:rsid w:val="002E3E18"/>
    <w:rsid w:val="002E46EF"/>
    <w:rsid w:val="002F06EE"/>
    <w:rsid w:val="002F5E99"/>
    <w:rsid w:val="002F64E2"/>
    <w:rsid w:val="00300A22"/>
    <w:rsid w:val="00306685"/>
    <w:rsid w:val="00307FD8"/>
    <w:rsid w:val="003208DE"/>
    <w:rsid w:val="00320DDC"/>
    <w:rsid w:val="0032652C"/>
    <w:rsid w:val="00326675"/>
    <w:rsid w:val="0032697E"/>
    <w:rsid w:val="003327C5"/>
    <w:rsid w:val="003334AD"/>
    <w:rsid w:val="003357D0"/>
    <w:rsid w:val="00337D26"/>
    <w:rsid w:val="003403F1"/>
    <w:rsid w:val="00342019"/>
    <w:rsid w:val="00342A7D"/>
    <w:rsid w:val="00346054"/>
    <w:rsid w:val="003528CB"/>
    <w:rsid w:val="00352C29"/>
    <w:rsid w:val="0035454A"/>
    <w:rsid w:val="00362D78"/>
    <w:rsid w:val="003648E0"/>
    <w:rsid w:val="003655AF"/>
    <w:rsid w:val="003707AD"/>
    <w:rsid w:val="00370C19"/>
    <w:rsid w:val="00372718"/>
    <w:rsid w:val="00372AB8"/>
    <w:rsid w:val="00372F0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2863"/>
    <w:rsid w:val="00420CC1"/>
    <w:rsid w:val="00421F03"/>
    <w:rsid w:val="00422005"/>
    <w:rsid w:val="0042259E"/>
    <w:rsid w:val="00423CFB"/>
    <w:rsid w:val="004255E6"/>
    <w:rsid w:val="00426EB8"/>
    <w:rsid w:val="00435415"/>
    <w:rsid w:val="00435E02"/>
    <w:rsid w:val="00440C6B"/>
    <w:rsid w:val="0044352C"/>
    <w:rsid w:val="00446E63"/>
    <w:rsid w:val="00453869"/>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979"/>
    <w:rsid w:val="004B1E9F"/>
    <w:rsid w:val="004B315A"/>
    <w:rsid w:val="004C1F0A"/>
    <w:rsid w:val="004C3136"/>
    <w:rsid w:val="004C3670"/>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4FBA"/>
    <w:rsid w:val="005150B2"/>
    <w:rsid w:val="00520798"/>
    <w:rsid w:val="005207FB"/>
    <w:rsid w:val="00521D53"/>
    <w:rsid w:val="005229E5"/>
    <w:rsid w:val="00527C0C"/>
    <w:rsid w:val="00530C55"/>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6D0A"/>
    <w:rsid w:val="0064725C"/>
    <w:rsid w:val="00647FC4"/>
    <w:rsid w:val="00657B0E"/>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66C3"/>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1E19"/>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13F1"/>
    <w:rsid w:val="008254A7"/>
    <w:rsid w:val="008325E1"/>
    <w:rsid w:val="00834585"/>
    <w:rsid w:val="00840195"/>
    <w:rsid w:val="00841D8B"/>
    <w:rsid w:val="00844C36"/>
    <w:rsid w:val="00845209"/>
    <w:rsid w:val="008454CD"/>
    <w:rsid w:val="00847DD0"/>
    <w:rsid w:val="00852520"/>
    <w:rsid w:val="00860DF0"/>
    <w:rsid w:val="00862E79"/>
    <w:rsid w:val="00867DA5"/>
    <w:rsid w:val="0087052E"/>
    <w:rsid w:val="00870CD3"/>
    <w:rsid w:val="00871F2A"/>
    <w:rsid w:val="008723AA"/>
    <w:rsid w:val="00872C61"/>
    <w:rsid w:val="00873D36"/>
    <w:rsid w:val="00883B73"/>
    <w:rsid w:val="00884824"/>
    <w:rsid w:val="00892971"/>
    <w:rsid w:val="008929D8"/>
    <w:rsid w:val="00892EC8"/>
    <w:rsid w:val="00896038"/>
    <w:rsid w:val="0089608F"/>
    <w:rsid w:val="00897FFE"/>
    <w:rsid w:val="008A2313"/>
    <w:rsid w:val="008A63E2"/>
    <w:rsid w:val="008B04BC"/>
    <w:rsid w:val="008B1467"/>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0FD9"/>
    <w:rsid w:val="008E2AB3"/>
    <w:rsid w:val="008E2AC2"/>
    <w:rsid w:val="008E6563"/>
    <w:rsid w:val="008E6590"/>
    <w:rsid w:val="008E7F05"/>
    <w:rsid w:val="008F07A8"/>
    <w:rsid w:val="008F6BE0"/>
    <w:rsid w:val="008F6C1E"/>
    <w:rsid w:val="008F71C4"/>
    <w:rsid w:val="0090099A"/>
    <w:rsid w:val="00900B7A"/>
    <w:rsid w:val="00912FA0"/>
    <w:rsid w:val="00914F44"/>
    <w:rsid w:val="00915CC5"/>
    <w:rsid w:val="00920AC1"/>
    <w:rsid w:val="009225BE"/>
    <w:rsid w:val="00922C31"/>
    <w:rsid w:val="00924EBE"/>
    <w:rsid w:val="00930AE1"/>
    <w:rsid w:val="00934890"/>
    <w:rsid w:val="0093529F"/>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066F"/>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33C8"/>
    <w:rsid w:val="009E4C39"/>
    <w:rsid w:val="009E5127"/>
    <w:rsid w:val="009E5EC6"/>
    <w:rsid w:val="009F176A"/>
    <w:rsid w:val="009F210B"/>
    <w:rsid w:val="009F3DB3"/>
    <w:rsid w:val="009F6C8A"/>
    <w:rsid w:val="00A03D71"/>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396F"/>
    <w:rsid w:val="00A35AAF"/>
    <w:rsid w:val="00A37000"/>
    <w:rsid w:val="00A41C1D"/>
    <w:rsid w:val="00A43226"/>
    <w:rsid w:val="00A43B55"/>
    <w:rsid w:val="00A44023"/>
    <w:rsid w:val="00A5214F"/>
    <w:rsid w:val="00A52429"/>
    <w:rsid w:val="00A52BD7"/>
    <w:rsid w:val="00A56776"/>
    <w:rsid w:val="00A57DF2"/>
    <w:rsid w:val="00A61038"/>
    <w:rsid w:val="00A66EC9"/>
    <w:rsid w:val="00A7004A"/>
    <w:rsid w:val="00A72E9D"/>
    <w:rsid w:val="00A74110"/>
    <w:rsid w:val="00A74649"/>
    <w:rsid w:val="00A769A3"/>
    <w:rsid w:val="00A76BD6"/>
    <w:rsid w:val="00A777AE"/>
    <w:rsid w:val="00A8212B"/>
    <w:rsid w:val="00A85F15"/>
    <w:rsid w:val="00A86088"/>
    <w:rsid w:val="00A865DA"/>
    <w:rsid w:val="00A87638"/>
    <w:rsid w:val="00A903B3"/>
    <w:rsid w:val="00A90492"/>
    <w:rsid w:val="00A92081"/>
    <w:rsid w:val="00A92C08"/>
    <w:rsid w:val="00A9541A"/>
    <w:rsid w:val="00A97D13"/>
    <w:rsid w:val="00AA0163"/>
    <w:rsid w:val="00AA0CBB"/>
    <w:rsid w:val="00AA2FC5"/>
    <w:rsid w:val="00AA3C72"/>
    <w:rsid w:val="00AA7D22"/>
    <w:rsid w:val="00AB192C"/>
    <w:rsid w:val="00AB2F3A"/>
    <w:rsid w:val="00AC26BD"/>
    <w:rsid w:val="00AC2DD6"/>
    <w:rsid w:val="00AC4DB4"/>
    <w:rsid w:val="00AC63CB"/>
    <w:rsid w:val="00AC6EDD"/>
    <w:rsid w:val="00AD14DD"/>
    <w:rsid w:val="00AE0764"/>
    <w:rsid w:val="00AE2FD8"/>
    <w:rsid w:val="00AE5542"/>
    <w:rsid w:val="00AE61E7"/>
    <w:rsid w:val="00AE700E"/>
    <w:rsid w:val="00AF0340"/>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228A"/>
    <w:rsid w:val="00B963CC"/>
    <w:rsid w:val="00B96956"/>
    <w:rsid w:val="00BA41B8"/>
    <w:rsid w:val="00BA5F37"/>
    <w:rsid w:val="00BA7171"/>
    <w:rsid w:val="00BB36A5"/>
    <w:rsid w:val="00BB3983"/>
    <w:rsid w:val="00BC0347"/>
    <w:rsid w:val="00BC2AAD"/>
    <w:rsid w:val="00BC48A0"/>
    <w:rsid w:val="00BC4E07"/>
    <w:rsid w:val="00BC55B2"/>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47951"/>
    <w:rsid w:val="00C50193"/>
    <w:rsid w:val="00C5023F"/>
    <w:rsid w:val="00C5102E"/>
    <w:rsid w:val="00C52FBD"/>
    <w:rsid w:val="00C5571F"/>
    <w:rsid w:val="00C57E63"/>
    <w:rsid w:val="00C60B2E"/>
    <w:rsid w:val="00C74515"/>
    <w:rsid w:val="00C7579D"/>
    <w:rsid w:val="00C76CE0"/>
    <w:rsid w:val="00C8219E"/>
    <w:rsid w:val="00C8371F"/>
    <w:rsid w:val="00C86682"/>
    <w:rsid w:val="00C869BE"/>
    <w:rsid w:val="00C87FB5"/>
    <w:rsid w:val="00C91E96"/>
    <w:rsid w:val="00C92420"/>
    <w:rsid w:val="00C95C04"/>
    <w:rsid w:val="00C95CB2"/>
    <w:rsid w:val="00CA10F9"/>
    <w:rsid w:val="00CA3267"/>
    <w:rsid w:val="00CA5151"/>
    <w:rsid w:val="00CB12B9"/>
    <w:rsid w:val="00CB6693"/>
    <w:rsid w:val="00CC375B"/>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0826"/>
    <w:rsid w:val="00CF42C1"/>
    <w:rsid w:val="00CF43DF"/>
    <w:rsid w:val="00CF6C7D"/>
    <w:rsid w:val="00CF7C1D"/>
    <w:rsid w:val="00CF7CF3"/>
    <w:rsid w:val="00D02FB5"/>
    <w:rsid w:val="00D0300B"/>
    <w:rsid w:val="00D03C4B"/>
    <w:rsid w:val="00D07FE1"/>
    <w:rsid w:val="00D11FA6"/>
    <w:rsid w:val="00D20698"/>
    <w:rsid w:val="00D22D05"/>
    <w:rsid w:val="00D232B8"/>
    <w:rsid w:val="00D247B5"/>
    <w:rsid w:val="00D2709C"/>
    <w:rsid w:val="00D3527A"/>
    <w:rsid w:val="00D37757"/>
    <w:rsid w:val="00D378F3"/>
    <w:rsid w:val="00D4411D"/>
    <w:rsid w:val="00D44A78"/>
    <w:rsid w:val="00D44D3C"/>
    <w:rsid w:val="00D4639A"/>
    <w:rsid w:val="00D470E0"/>
    <w:rsid w:val="00D47D23"/>
    <w:rsid w:val="00D5238E"/>
    <w:rsid w:val="00D54095"/>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2E71"/>
    <w:rsid w:val="00DC47AE"/>
    <w:rsid w:val="00DD1B39"/>
    <w:rsid w:val="00DD2C8C"/>
    <w:rsid w:val="00DD3DC4"/>
    <w:rsid w:val="00DD594C"/>
    <w:rsid w:val="00DD78C5"/>
    <w:rsid w:val="00DD78EF"/>
    <w:rsid w:val="00DE706F"/>
    <w:rsid w:val="00DF57FE"/>
    <w:rsid w:val="00E031BB"/>
    <w:rsid w:val="00E10FCA"/>
    <w:rsid w:val="00E1192E"/>
    <w:rsid w:val="00E14232"/>
    <w:rsid w:val="00E172A6"/>
    <w:rsid w:val="00E20CDE"/>
    <w:rsid w:val="00E2127F"/>
    <w:rsid w:val="00E226F9"/>
    <w:rsid w:val="00E27AA0"/>
    <w:rsid w:val="00E31834"/>
    <w:rsid w:val="00E31BC5"/>
    <w:rsid w:val="00E412BB"/>
    <w:rsid w:val="00E41A68"/>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97EF7"/>
    <w:rsid w:val="00EA2B33"/>
    <w:rsid w:val="00EA68A5"/>
    <w:rsid w:val="00EA7B44"/>
    <w:rsid w:val="00EB5407"/>
    <w:rsid w:val="00EB7A3D"/>
    <w:rsid w:val="00EC235A"/>
    <w:rsid w:val="00EC3F1A"/>
    <w:rsid w:val="00EC54EE"/>
    <w:rsid w:val="00ED03B9"/>
    <w:rsid w:val="00ED0A98"/>
    <w:rsid w:val="00ED3F2C"/>
    <w:rsid w:val="00ED44FB"/>
    <w:rsid w:val="00ED5FB0"/>
    <w:rsid w:val="00ED7582"/>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020D"/>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421B"/>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aie.rummel@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D10E3"/>
    <w:rsid w:val="002E144C"/>
    <w:rsid w:val="002F2D3C"/>
    <w:rsid w:val="002F41D3"/>
    <w:rsid w:val="002F4347"/>
    <w:rsid w:val="00307FD8"/>
    <w:rsid w:val="0032697E"/>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3290D"/>
    <w:rsid w:val="006442A0"/>
    <w:rsid w:val="00647B8F"/>
    <w:rsid w:val="00664D6B"/>
    <w:rsid w:val="0067752A"/>
    <w:rsid w:val="00677D6F"/>
    <w:rsid w:val="00680394"/>
    <w:rsid w:val="00696560"/>
    <w:rsid w:val="006B0FE0"/>
    <w:rsid w:val="006C4268"/>
    <w:rsid w:val="006D2357"/>
    <w:rsid w:val="006E2496"/>
    <w:rsid w:val="006F484C"/>
    <w:rsid w:val="00714BC8"/>
    <w:rsid w:val="00753F5A"/>
    <w:rsid w:val="00755BE7"/>
    <w:rsid w:val="007618A0"/>
    <w:rsid w:val="00774524"/>
    <w:rsid w:val="00782078"/>
    <w:rsid w:val="0078799E"/>
    <w:rsid w:val="00791E19"/>
    <w:rsid w:val="007B52D5"/>
    <w:rsid w:val="007B6E03"/>
    <w:rsid w:val="007D526B"/>
    <w:rsid w:val="00801A2E"/>
    <w:rsid w:val="00803940"/>
    <w:rsid w:val="0081125C"/>
    <w:rsid w:val="00826665"/>
    <w:rsid w:val="00870CD3"/>
    <w:rsid w:val="00870CEF"/>
    <w:rsid w:val="00892678"/>
    <w:rsid w:val="008D39F5"/>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C0B4E"/>
    <w:rsid w:val="00AE27C3"/>
    <w:rsid w:val="00AE700E"/>
    <w:rsid w:val="00B06A5C"/>
    <w:rsid w:val="00B25BB4"/>
    <w:rsid w:val="00B30BA5"/>
    <w:rsid w:val="00B32772"/>
    <w:rsid w:val="00B55279"/>
    <w:rsid w:val="00B612B5"/>
    <w:rsid w:val="00B65031"/>
    <w:rsid w:val="00B82D72"/>
    <w:rsid w:val="00BA48F4"/>
    <w:rsid w:val="00BA7C7D"/>
    <w:rsid w:val="00BC55B2"/>
    <w:rsid w:val="00BD445D"/>
    <w:rsid w:val="00C11BB1"/>
    <w:rsid w:val="00C15E92"/>
    <w:rsid w:val="00C33B34"/>
    <w:rsid w:val="00C42131"/>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285</TotalTime>
  <Pages>14</Pages>
  <Words>5132</Words>
  <Characters>29766</Characters>
  <Application>Microsoft Office Word</Application>
  <DocSecurity>0</DocSecurity>
  <Lines>248</Lines>
  <Paragraphs>69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195</cp:revision>
  <dcterms:created xsi:type="dcterms:W3CDTF">2024-03-28T11:09:00Z</dcterms:created>
  <dcterms:modified xsi:type="dcterms:W3CDTF">2025-10-10T09:26:00Z</dcterms:modified>
</cp:coreProperties>
</file>